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6E848020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 xml:space="preserve">Osvědčení Správy železnic o řádném poskytnutí </w:t>
      </w:r>
      <w:r w:rsidR="00DA347B">
        <w:rPr>
          <w:noProof/>
          <w:sz w:val="28"/>
        </w:rPr>
        <w:br/>
      </w:r>
      <w:r w:rsidRPr="007479E1">
        <w:rPr>
          <w:noProof/>
          <w:sz w:val="28"/>
        </w:rPr>
        <w:t>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77777777" w:rsidR="007479E1" w:rsidRDefault="007479E1" w:rsidP="007479E1">
      <w:pPr>
        <w:spacing w:after="0"/>
        <w:rPr>
          <w:noProof/>
        </w:rPr>
      </w:pPr>
      <w:r>
        <w:rPr>
          <w:noProof/>
        </w:rPr>
        <w:t xml:space="preserve">č. j.: </w:t>
      </w:r>
      <w:r>
        <w:rPr>
          <w:noProof/>
        </w:rPr>
        <w:fldChar w:fldCharType="begin">
          <w:ffData>
            <w:name w:val="Text1"/>
            <w:enabled/>
            <w:calcOnExit w:val="0"/>
            <w:textInput>
              <w:default w:val="[●]"/>
            </w:textInput>
          </w:ffData>
        </w:fldChar>
      </w:r>
      <w:bookmarkStart w:id="0" w:name="Text1"/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[●]</w:t>
      </w:r>
      <w:r>
        <w:rPr>
          <w:noProof/>
        </w:rPr>
        <w:fldChar w:fldCharType="end"/>
      </w:r>
      <w:bookmarkEnd w:id="0"/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AC4146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7D7EE3" w:rsidRDefault="007479E1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7D7EE3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7D7EE3" w:rsidRDefault="007479E1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7D7EE3" w:rsidRDefault="007479E1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7D7EE3" w:rsidRDefault="007479E1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7D7EE3" w:rsidRDefault="00AC4146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 xml:space="preserve">Datum dokončení prací </w:t>
            </w:r>
            <w:r w:rsidRPr="007D7EE3">
              <w:rPr>
                <w:noProof/>
                <w:sz w:val="18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7D7EE3" w:rsidRDefault="00AC4146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7D7EE3" w:rsidRDefault="00AC4146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 xml:space="preserve">Datum dokončení díla </w:t>
            </w:r>
            <w:r w:rsidRPr="007D7EE3">
              <w:rPr>
                <w:noProof/>
                <w:sz w:val="18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7D7EE3" w:rsidRDefault="00AC4146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Konečná cena díla celkem v</w:t>
            </w:r>
            <w:r w:rsidR="002D0272" w:rsidRPr="007D7EE3">
              <w:rPr>
                <w:b/>
                <w:noProof/>
                <w:sz w:val="18"/>
              </w:rPr>
              <w:t> </w:t>
            </w:r>
            <w:r w:rsidRPr="007D7EE3">
              <w:rPr>
                <w:b/>
                <w:noProof/>
                <w:sz w:val="18"/>
              </w:rPr>
              <w:t>Kč</w:t>
            </w:r>
            <w:r w:rsidR="002D0272" w:rsidRPr="007D7EE3">
              <w:rPr>
                <w:b/>
                <w:noProof/>
                <w:sz w:val="18"/>
              </w:rPr>
              <w:t xml:space="preserve"> bez DPH</w:t>
            </w:r>
            <w:r w:rsidRPr="007D7EE3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</w:tbl>
    <w:p w14:paraId="038872C9" w14:textId="77777777" w:rsidR="007479E1" w:rsidRDefault="007479E1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AC4146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7D7EE3" w:rsidRDefault="00AC4146" w:rsidP="00153E75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Zhotovitel díla</w:t>
            </w:r>
            <w:r w:rsidR="00153E75" w:rsidRPr="007D7EE3">
              <w:rPr>
                <w:b/>
                <w:noProof/>
                <w:sz w:val="18"/>
              </w:rPr>
              <w:t>:</w:t>
            </w:r>
            <w:bookmarkStart w:id="1" w:name="_GoBack"/>
            <w:bookmarkEnd w:id="1"/>
          </w:p>
        </w:tc>
        <w:tc>
          <w:tcPr>
            <w:tcW w:w="4264" w:type="dxa"/>
          </w:tcPr>
          <w:p w14:paraId="64708DF4" w14:textId="77777777" w:rsidR="007479E1" w:rsidRPr="007D7EE3" w:rsidRDefault="00153E75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název dle SOD, sídlo, IČO]"/>
                  </w:textInput>
                </w:ffData>
              </w:fldChar>
            </w:r>
            <w:bookmarkStart w:id="2" w:name="Text2"/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[název dle SOD, sídlo, IČO]</w:t>
            </w:r>
            <w:r w:rsidRPr="007D7EE3">
              <w:rPr>
                <w:noProof/>
              </w:rPr>
              <w:fldChar w:fldCharType="end"/>
            </w:r>
            <w:bookmarkEnd w:id="2"/>
          </w:p>
        </w:tc>
      </w:tr>
      <w:tr w:rsidR="007479E1" w:rsidRPr="00AC4146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7D7EE3" w:rsidRDefault="00153E75" w:rsidP="00153E75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7777777" w:rsidR="004C037A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</w:rPr>
              <w:fldChar w:fldCharType="end"/>
            </w:r>
            <w:bookmarkEnd w:id="3"/>
          </w:p>
          <w:p w14:paraId="65B0C379" w14:textId="77777777" w:rsidR="007479E1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 w:val="18"/>
              </w:rPr>
            </w:pPr>
            <w:r w:rsidRPr="007D7EE3">
              <w:rPr>
                <w:noProof/>
                <w:vanish/>
                <w:sz w:val="18"/>
              </w:rPr>
              <w:t>(v případě, kdy se jedná o společnost na zákaldě společenské smlouvy- dříve sdružení)</w:t>
            </w:r>
          </w:p>
        </w:tc>
      </w:tr>
      <w:tr w:rsidR="007479E1" w:rsidRPr="00AC4146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7D7EE3" w:rsidRDefault="004C037A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Další společník:</w:t>
            </w:r>
          </w:p>
        </w:tc>
        <w:tc>
          <w:tcPr>
            <w:tcW w:w="4264" w:type="dxa"/>
          </w:tcPr>
          <w:p w14:paraId="592E6B08" w14:textId="77777777" w:rsidR="004C037A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</w:rPr>
              <w:fldChar w:fldCharType="end"/>
            </w:r>
            <w:bookmarkEnd w:id="4"/>
          </w:p>
          <w:p w14:paraId="64CCF4BC" w14:textId="77777777" w:rsidR="007479E1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 w:val="18"/>
              </w:rPr>
            </w:pPr>
            <w:r w:rsidRPr="007D7EE3">
              <w:rPr>
                <w:noProof/>
                <w:vanish/>
                <w:sz w:val="18"/>
              </w:rPr>
              <w:t>(v případě, kdy se jedná o společnost na zákaldě společenské smlouvy- dříve sdružení)</w:t>
            </w:r>
          </w:p>
        </w:tc>
      </w:tr>
      <w:tr w:rsidR="007479E1" w:rsidRPr="00AC4146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7D7EE3" w:rsidRDefault="004C037A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Další společník:</w:t>
            </w:r>
          </w:p>
        </w:tc>
        <w:tc>
          <w:tcPr>
            <w:tcW w:w="4264" w:type="dxa"/>
          </w:tcPr>
          <w:p w14:paraId="348DA6AA" w14:textId="77777777" w:rsidR="004C037A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</w:rPr>
              <w:fldChar w:fldCharType="end"/>
            </w:r>
          </w:p>
          <w:p w14:paraId="393F92E9" w14:textId="77777777" w:rsidR="007479E1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  <w:vanish/>
                <w:sz w:val="18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Default="007479E1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7D7EE3" w:rsidRDefault="00AC4146" w:rsidP="007D7EE3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7D7EE3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7D7EE3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Hodnota poddodávky</w:t>
            </w:r>
          </w:p>
        </w:tc>
      </w:tr>
      <w:tr w:rsidR="00AC4146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1BBE3F15" w:rsidR="004C037A" w:rsidRPr="007A093D" w:rsidRDefault="008A78C3" w:rsidP="007479E1">
            <w:pPr>
              <w:rPr>
                <w:noProof/>
                <w:vanish/>
                <w:sz w:val="18"/>
              </w:rPr>
            </w:pPr>
            <w:r w:rsidRPr="007A093D">
              <w:rPr>
                <w:noProof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[obchodní firma, sídlo a IČO]"/>
                  </w:textInput>
                </w:ffData>
              </w:fldChar>
            </w:r>
            <w:bookmarkStart w:id="5" w:name="Text5"/>
            <w:r w:rsidRPr="007A093D">
              <w:rPr>
                <w:noProof/>
                <w:sz w:val="18"/>
              </w:rPr>
              <w:instrText xml:space="preserve"> FORMTEXT </w:instrText>
            </w:r>
            <w:r w:rsidRPr="007A093D">
              <w:rPr>
                <w:noProof/>
              </w:rPr>
            </w:r>
            <w:r w:rsidRPr="007A093D">
              <w:rPr>
                <w:noProof/>
              </w:rPr>
              <w:fldChar w:fldCharType="separate"/>
            </w:r>
            <w:r w:rsidRPr="007A093D">
              <w:rPr>
                <w:noProof/>
                <w:sz w:val="18"/>
              </w:rPr>
              <w:t>[obchodní firma, sídlo a IČO]</w:t>
            </w:r>
            <w:r w:rsidRPr="007A093D">
              <w:rPr>
                <w:noProof/>
              </w:rPr>
              <w:fldChar w:fldCharType="end"/>
            </w:r>
            <w:bookmarkEnd w:id="5"/>
            <w:r w:rsidRPr="007A093D">
              <w:rPr>
                <w:noProof/>
                <w:vanish/>
                <w:sz w:val="18"/>
              </w:rPr>
              <w:t xml:space="preserve"> </w:t>
            </w:r>
            <w:r w:rsidR="007D7EE3" w:rsidRPr="007A093D">
              <w:rPr>
                <w:noProof/>
                <w:vanish/>
                <w:sz w:val="18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0A665EF9" w:rsidR="004C037A" w:rsidRPr="007A093D" w:rsidRDefault="008A78C3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 w:val="18"/>
              </w:rPr>
            </w:pPr>
            <w:r w:rsidRPr="007A093D">
              <w:rPr>
                <w:noProof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[označení dle čísel a názvů jednotlivých SO a PS, připadně jiným způsobem, nelze-li označit dle SO a PS např. popis vykonaných činností nebo dodávek]"/>
                  </w:textInput>
                </w:ffData>
              </w:fldChar>
            </w:r>
            <w:bookmarkStart w:id="6" w:name="Text6"/>
            <w:r w:rsidRPr="007A093D">
              <w:rPr>
                <w:noProof/>
                <w:sz w:val="18"/>
              </w:rPr>
              <w:instrText xml:space="preserve"> FORMTEXT </w:instrText>
            </w:r>
            <w:r w:rsidRPr="007A093D">
              <w:rPr>
                <w:noProof/>
              </w:rPr>
            </w:r>
            <w:r w:rsidRPr="007A093D">
              <w:rPr>
                <w:noProof/>
              </w:rPr>
              <w:fldChar w:fldCharType="separate"/>
            </w:r>
            <w:r w:rsidRPr="007A093D">
              <w:rPr>
                <w:noProof/>
                <w:sz w:val="18"/>
              </w:rPr>
              <w:t>[označení dle čísel a názvů jednotlivých SO a PS, připadně jiným způsobem, nelze-li označit dle SO a PS např. popis vykonaných činností nebo dodávek]</w:t>
            </w:r>
            <w:r w:rsidRPr="007A093D">
              <w:rPr>
                <w:noProof/>
              </w:rPr>
              <w:fldChar w:fldCharType="end"/>
            </w:r>
            <w:bookmarkEnd w:id="6"/>
            <w:r w:rsidRPr="007A093D">
              <w:rPr>
                <w:noProof/>
                <w:vanish/>
                <w:sz w:val="18"/>
              </w:rPr>
              <w:t xml:space="preserve"> </w:t>
            </w:r>
            <w:r w:rsidR="007D7EE3" w:rsidRPr="007A093D">
              <w:rPr>
                <w:noProof/>
                <w:vanish/>
                <w:sz w:val="18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A74A7E1" w:rsidR="007D7EE3" w:rsidRPr="007A093D" w:rsidRDefault="008A78C3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 w:val="18"/>
              </w:rPr>
            </w:pPr>
            <w:r w:rsidRPr="007A093D">
              <w:rPr>
                <w:noProof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[v % ze smluvní ceny díla a v konkrétní částka v Kč bez DPH]"/>
                  </w:textInput>
                </w:ffData>
              </w:fldChar>
            </w:r>
            <w:bookmarkStart w:id="7" w:name="Text7"/>
            <w:r w:rsidRPr="007A093D">
              <w:rPr>
                <w:noProof/>
                <w:sz w:val="18"/>
              </w:rPr>
              <w:instrText xml:space="preserve"> FORMTEXT </w:instrText>
            </w:r>
            <w:r w:rsidRPr="007A093D">
              <w:rPr>
                <w:noProof/>
              </w:rPr>
            </w:r>
            <w:r w:rsidRPr="007A093D">
              <w:rPr>
                <w:noProof/>
              </w:rPr>
              <w:fldChar w:fldCharType="separate"/>
            </w:r>
            <w:r w:rsidRPr="007A093D">
              <w:rPr>
                <w:noProof/>
                <w:sz w:val="18"/>
              </w:rPr>
              <w:t>[v % ze smluvní ceny díla a v konkrétní částka v Kč bez DPH]</w:t>
            </w:r>
            <w:r w:rsidRPr="007A093D">
              <w:rPr>
                <w:noProof/>
              </w:rPr>
              <w:fldChar w:fldCharType="end"/>
            </w:r>
            <w:bookmarkEnd w:id="7"/>
            <w:r w:rsidRPr="007A093D">
              <w:rPr>
                <w:noProof/>
                <w:vanish/>
                <w:sz w:val="18"/>
              </w:rPr>
              <w:t xml:space="preserve"> </w:t>
            </w:r>
            <w:r w:rsidR="007D7EE3" w:rsidRPr="007A093D">
              <w:rPr>
                <w:noProof/>
                <w:vanish/>
                <w:sz w:val="18"/>
              </w:rPr>
              <w:t>(v % ze smluvní ceny díla a v konkrétní částka v Kč bez DPH)</w:t>
            </w:r>
          </w:p>
        </w:tc>
      </w:tr>
      <w:tr w:rsidR="00AC4146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7D7EE3" w:rsidRDefault="00AC4146" w:rsidP="007479E1">
            <w:pPr>
              <w:rPr>
                <w:noProof/>
                <w:sz w:val="18"/>
              </w:rPr>
            </w:pPr>
          </w:p>
        </w:tc>
        <w:tc>
          <w:tcPr>
            <w:tcW w:w="2835" w:type="dxa"/>
          </w:tcPr>
          <w:p w14:paraId="51775C9D" w14:textId="77777777" w:rsidR="00AC4146" w:rsidRPr="007D7EE3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890" w:type="dxa"/>
          </w:tcPr>
          <w:p w14:paraId="6B28CD79" w14:textId="77777777" w:rsidR="00AC4146" w:rsidRPr="007D7EE3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AC4146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7D7EE3" w:rsidRDefault="00AC4146" w:rsidP="007479E1">
            <w:pPr>
              <w:rPr>
                <w:noProof/>
                <w:sz w:val="18"/>
              </w:rPr>
            </w:pPr>
          </w:p>
        </w:tc>
        <w:tc>
          <w:tcPr>
            <w:tcW w:w="2835" w:type="dxa"/>
          </w:tcPr>
          <w:p w14:paraId="45107D57" w14:textId="77777777" w:rsidR="00AC4146" w:rsidRPr="007D7EE3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890" w:type="dxa"/>
          </w:tcPr>
          <w:p w14:paraId="24A5404F" w14:textId="77777777" w:rsidR="00AC4146" w:rsidRPr="007D7EE3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</w:tbl>
    <w:p w14:paraId="1F8CBA19" w14:textId="701C8CFA" w:rsidR="00AE7A9E" w:rsidRDefault="00AE7A9E" w:rsidP="007479E1">
      <w:pPr>
        <w:spacing w:after="0"/>
        <w:rPr>
          <w:noProof/>
        </w:rPr>
      </w:pPr>
      <w:r>
        <w:rPr>
          <w:noProof/>
        </w:rPr>
        <w:br w:type="page"/>
      </w:r>
    </w:p>
    <w:p w14:paraId="12593FEB" w14:textId="77777777" w:rsidR="00AC4146" w:rsidRDefault="00AC4146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AC4146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7D7EE3" w:rsidRDefault="00AC4146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Rozsah prací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52842BDC" w14:textId="77777777" w:rsidR="007479E1" w:rsidRPr="007D7EE3" w:rsidRDefault="007D7EE3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dle předmětu díla/ předmětu plnění VZ]"/>
                  </w:textInput>
                </w:ffData>
              </w:fldChar>
            </w:r>
            <w:bookmarkStart w:id="8" w:name="Text8"/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[dle předmětu díla/ předmětu plnění VZ]</w:t>
            </w:r>
            <w:r w:rsidRPr="007D7EE3">
              <w:rPr>
                <w:noProof/>
              </w:rPr>
              <w:fldChar w:fldCharType="end"/>
            </w:r>
            <w:bookmarkEnd w:id="8"/>
          </w:p>
        </w:tc>
      </w:tr>
      <w:tr w:rsidR="007479E1" w:rsidRPr="00AC4146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7D7EE3" w:rsidRDefault="00AC4146" w:rsidP="001D4402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Charakter prací</w:t>
            </w:r>
            <w:r w:rsidR="00835CCE">
              <w:rPr>
                <w:b/>
                <w:noProof/>
                <w:sz w:val="18"/>
              </w:rPr>
              <w:t>:</w:t>
            </w:r>
          </w:p>
          <w:p w14:paraId="3C58DE5E" w14:textId="77777777" w:rsidR="007479E1" w:rsidRPr="007D7EE3" w:rsidRDefault="007479E1" w:rsidP="004C037A">
            <w:pPr>
              <w:rPr>
                <w:b/>
                <w:noProof/>
                <w:sz w:val="18"/>
              </w:rPr>
            </w:pPr>
          </w:p>
        </w:tc>
        <w:tc>
          <w:tcPr>
            <w:tcW w:w="4264" w:type="dxa"/>
          </w:tcPr>
          <w:p w14:paraId="3857802F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[oprava/údržba/modernizace/rekonstrukce/novostavba]"/>
                  </w:textInput>
                </w:ffData>
              </w:fldChar>
            </w:r>
            <w:bookmarkStart w:id="9" w:name="Text9"/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[oprava/údržba/modernizace/rekonstrukce/novostavba]</w:t>
            </w:r>
            <w:r>
              <w:rPr>
                <w:noProof/>
              </w:rPr>
              <w:fldChar w:fldCharType="end"/>
            </w:r>
            <w:bookmarkEnd w:id="9"/>
          </w:p>
        </w:tc>
      </w:tr>
      <w:tr w:rsidR="007479E1" w:rsidRPr="00AC4146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7D7EE3" w:rsidRDefault="001D4402" w:rsidP="004C037A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Délka traťového úseku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18D8A68A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v km, uvést jen případě, že je to relevantní vzhledem k předmětu VZ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[v km, uvést jen případě, že je to relevantní vzhledem k předmětu VZ]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7D7EE3" w:rsidRDefault="00835CCE" w:rsidP="001D4402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jednokolejné/vícekolejné, uvést jen případě, že je to relevantní vzhledem k předmětu VZ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[jednokolejné/vícekolejné, uvést jen případě, že je to relevantní vzhledem k předmětu VZ]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7D7EE3" w:rsidRDefault="001D4402" w:rsidP="001D4402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Dílo probíhalo na trati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33B93ABD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lektrifikované/neelektrifikované, uvést jen případě, že je to relevantní vzhledem k předmětu VZ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[elektrifikované/neelektrifikované, uvést jen případě, že je to relevantní vzhledem k předmětu VZ]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7D7EE3" w:rsidRDefault="001D4402" w:rsidP="001D4402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Dílo probíhalo na trati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40D58F1E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širé (mezistaniční úsek/ve stanici, uvést jen případě, že je to relevantní vzhledem k předmětu VZ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[širé (mezistaniční úsek/ve stanici, uvést jen případě, že je to relevantní vzhledem k předmětu VZ]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2B010" w14:textId="77777777" w:rsidR="007479E1" w:rsidRPr="007D7EE3" w:rsidRDefault="006E2AA4" w:rsidP="001D4402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Stavební práce zahrnov</w:t>
            </w:r>
            <w:r w:rsidR="001D4402">
              <w:rPr>
                <w:b/>
                <w:noProof/>
                <w:sz w:val="18"/>
              </w:rPr>
              <w:t>aly práce na železničním svršku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72D92EF9" w14:textId="77777777" w:rsidR="007479E1" w:rsidRPr="007D7EE3" w:rsidRDefault="00835CCE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, v případě železniční stanice počet výhybek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 a délku traťového úseku, v případě železniční stanice počet výhybek]</w:t>
            </w:r>
            <w:r>
              <w:rPr>
                <w:noProof/>
              </w:rPr>
              <w:fldChar w:fldCharType="end"/>
            </w:r>
          </w:p>
        </w:tc>
      </w:tr>
      <w:tr w:rsidR="007E7B81" w:rsidRPr="00AC4146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2E2975" w14:textId="4FABCB69" w:rsidR="007E7B81" w:rsidRPr="00A55182" w:rsidRDefault="007E7B81" w:rsidP="001D4402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 xml:space="preserve">Stavební práce </w:t>
            </w:r>
            <w:r w:rsidR="008E3DB5">
              <w:rPr>
                <w:b/>
                <w:noProof/>
                <w:sz w:val="18"/>
              </w:rPr>
              <w:t xml:space="preserve">zahrnovaly práce </w:t>
            </w:r>
            <w:r>
              <w:rPr>
                <w:b/>
                <w:noProof/>
                <w:sz w:val="18"/>
              </w:rPr>
              <w:t>na výhybkách</w:t>
            </w:r>
            <w:r w:rsidR="008E3DB5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59F951C2" w14:textId="3E067468" w:rsidR="007E7B81" w:rsidRDefault="00083680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, v případě železniční stanice počet výhybek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 a počet výhybek]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AA8890E" w14:textId="77777777" w:rsidR="007479E1" w:rsidRPr="007D7EE3" w:rsidRDefault="006E2AA4" w:rsidP="001D4402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Stavební práce zahrnov</w:t>
            </w:r>
            <w:r w:rsidR="00835CCE">
              <w:rPr>
                <w:b/>
                <w:noProof/>
                <w:sz w:val="18"/>
              </w:rPr>
              <w:t>aly práce na železničním spodku:</w:t>
            </w:r>
          </w:p>
        </w:tc>
        <w:tc>
          <w:tcPr>
            <w:tcW w:w="4264" w:type="dxa"/>
          </w:tcPr>
          <w:p w14:paraId="3E9EAFE8" w14:textId="77777777" w:rsidR="007479E1" w:rsidRPr="007D7EE3" w:rsidRDefault="00835CCE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 a délku]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1A1ACA7" w14:textId="58D4026B" w:rsidR="007479E1" w:rsidRPr="007D7EE3" w:rsidRDefault="00040DA0" w:rsidP="007E7B81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Stavební práce zahrnovaly práce</w:t>
            </w:r>
            <w:r w:rsidR="00835CCE">
              <w:rPr>
                <w:b/>
                <w:noProof/>
                <w:sz w:val="18"/>
              </w:rPr>
              <w:t xml:space="preserve"> na </w:t>
            </w:r>
            <w:r w:rsidR="007E7B81">
              <w:rPr>
                <w:b/>
                <w:noProof/>
                <w:sz w:val="18"/>
              </w:rPr>
              <w:t>masivních mostních objektech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62697588" w14:textId="586DA6D3" w:rsidR="007479E1" w:rsidRPr="007D7EE3" w:rsidRDefault="00835CC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mostního objektů/mostních objektů, případně jinou specifikaci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 xml:space="preserve">[ANO/NE, v případě ANO uvést hodnotu v Kč bez DPH a délku mostního </w:t>
            </w:r>
            <w:r w:rsidR="00083680">
              <w:rPr>
                <w:noProof/>
                <w:sz w:val="18"/>
              </w:rPr>
              <w:t>objektu</w:t>
            </w:r>
            <w:r>
              <w:rPr>
                <w:noProof/>
                <w:sz w:val="18"/>
              </w:rPr>
              <w:t>/mostních objektů, případně jinou specifikaci]</w:t>
            </w:r>
            <w:r>
              <w:rPr>
                <w:noProof/>
              </w:rPr>
              <w:fldChar w:fldCharType="end"/>
            </w:r>
          </w:p>
        </w:tc>
      </w:tr>
      <w:tr w:rsidR="007E7B81" w:rsidRPr="00AC4146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FB4859F" w14:textId="068AA51D" w:rsidR="007E7B81" w:rsidRPr="00A55182" w:rsidRDefault="007E7B81" w:rsidP="007E7B81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Stavební práce zahrnovaly práce na mostních objektech s ocelovou nosnou konstrukcí</w:t>
            </w:r>
            <w:r w:rsidR="008E3DB5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0B76F025" w14:textId="6D111987" w:rsidR="007E7B81" w:rsidRDefault="00083680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mostního objektů/mostních objektů, případně jinou specifikaci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 a délku mostního objektu/mostních objektů, případně jinou specifikaci]</w:t>
            </w:r>
            <w:r>
              <w:rPr>
                <w:noProof/>
              </w:rPr>
              <w:fldChar w:fldCharType="end"/>
            </w:r>
          </w:p>
        </w:tc>
      </w:tr>
      <w:tr w:rsidR="008E3DB5" w:rsidRPr="00AC4146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037EF16" w14:textId="3E735A9C" w:rsidR="008E3DB5" w:rsidRPr="00A55182" w:rsidRDefault="008E3DB5" w:rsidP="007E7B81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Stavební práce zahrnovaly práce na tunelech:</w:t>
            </w:r>
          </w:p>
        </w:tc>
        <w:tc>
          <w:tcPr>
            <w:tcW w:w="4264" w:type="dxa"/>
          </w:tcPr>
          <w:p w14:paraId="4CDBD159" w14:textId="6B98A38E" w:rsidR="008E3DB5" w:rsidRDefault="00083680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délku tunelu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délku tunelu]</w:t>
            </w:r>
            <w:r>
              <w:rPr>
                <w:noProof/>
              </w:rPr>
              <w:fldChar w:fldCharType="end"/>
            </w:r>
          </w:p>
        </w:tc>
      </w:tr>
      <w:tr w:rsidR="00921E6B" w:rsidRPr="00AC4146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04967C4" w14:textId="1D488CB8" w:rsidR="00921E6B" w:rsidRPr="00A55182" w:rsidRDefault="00921E6B" w:rsidP="007E7B81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Stavební práce zahrnovaly práce na zabezpečovacím zařízení:</w:t>
            </w:r>
          </w:p>
        </w:tc>
        <w:tc>
          <w:tcPr>
            <w:tcW w:w="4264" w:type="dxa"/>
          </w:tcPr>
          <w:p w14:paraId="1B1E7A03" w14:textId="424F6468" w:rsidR="00921E6B" w:rsidRDefault="00921E6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, v případě železniční stanice počet výhybek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</w:t>
            </w:r>
            <w:r w:rsidR="002F5828">
              <w:rPr>
                <w:noProof/>
                <w:sz w:val="18"/>
              </w:rPr>
              <w:t xml:space="preserve">NO uvést hodnotu v Kč bez DPH a </w:t>
            </w:r>
            <w:r>
              <w:rPr>
                <w:noProof/>
                <w:sz w:val="18"/>
              </w:rPr>
              <w:t>délku traťového úseku]</w:t>
            </w:r>
            <w:r>
              <w:rPr>
                <w:noProof/>
              </w:rPr>
              <w:fldChar w:fldCharType="end"/>
            </w:r>
          </w:p>
        </w:tc>
      </w:tr>
      <w:tr w:rsidR="00921E6B" w:rsidRPr="00AC4146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D52C77F" w14:textId="7C134F2A" w:rsidR="00921E6B" w:rsidRPr="00A55182" w:rsidRDefault="00921E6B" w:rsidP="007E7B81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Stavební práce zahrnovaly práce na sdělovacím zařízení:</w:t>
            </w:r>
          </w:p>
        </w:tc>
        <w:tc>
          <w:tcPr>
            <w:tcW w:w="4264" w:type="dxa"/>
          </w:tcPr>
          <w:p w14:paraId="5BBC15E5" w14:textId="68DB507A" w:rsidR="00921E6B" w:rsidRDefault="002F5828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, v případě železniční stanice počet výhybek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DPH]</w:t>
            </w:r>
            <w:r>
              <w:rPr>
                <w:noProof/>
              </w:rPr>
              <w:fldChar w:fldCharType="end"/>
            </w:r>
          </w:p>
        </w:tc>
      </w:tr>
      <w:tr w:rsidR="00921E6B" w:rsidRPr="00AC4146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0F838BB" w14:textId="11A33569" w:rsidR="00921E6B" w:rsidRPr="00A55182" w:rsidRDefault="00921E6B" w:rsidP="007E7B81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Stavební práce zahrnovaly práce na energetickém a elektrotechnickém zařízení:</w:t>
            </w:r>
          </w:p>
        </w:tc>
        <w:tc>
          <w:tcPr>
            <w:tcW w:w="4264" w:type="dxa"/>
          </w:tcPr>
          <w:p w14:paraId="5DA52B8F" w14:textId="3B05D325" w:rsidR="00921E6B" w:rsidRDefault="00083680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</w:t>
            </w:r>
            <w:r w:rsidR="002F5828">
              <w:rPr>
                <w:noProof/>
                <w:sz w:val="18"/>
              </w:rPr>
              <w:t xml:space="preserve">NO uvést hodnotu v Kč bez DPH, </w:t>
            </w:r>
            <w:r>
              <w:rPr>
                <w:noProof/>
                <w:sz w:val="18"/>
              </w:rPr>
              <w:t>délku traťového úseku</w:t>
            </w:r>
            <w:r w:rsidR="002F5828">
              <w:rPr>
                <w:noProof/>
                <w:sz w:val="18"/>
              </w:rPr>
              <w:t xml:space="preserve"> a zda se jednalo o silnoproudé zařízení, trakční vedení, případně </w:t>
            </w:r>
            <w:r w:rsidR="00FF2CFB">
              <w:rPr>
                <w:noProof/>
                <w:sz w:val="18"/>
              </w:rPr>
              <w:t>jiné zařízení - specifikaci</w:t>
            </w:r>
            <w:r>
              <w:rPr>
                <w:noProof/>
                <w:sz w:val="18"/>
              </w:rPr>
              <w:t>]</w:t>
            </w:r>
            <w:r>
              <w:rPr>
                <w:noProof/>
              </w:rPr>
              <w:fldChar w:fldCharType="end"/>
            </w:r>
          </w:p>
        </w:tc>
      </w:tr>
      <w:tr w:rsidR="00921E6B" w:rsidRPr="00AC4146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3E02AFE" w14:textId="3E5B6DA7" w:rsidR="00921E6B" w:rsidRPr="00A55182" w:rsidRDefault="00921E6B">
            <w:pPr>
              <w:rPr>
                <w:b/>
                <w:noProof/>
                <w:sz w:val="18"/>
              </w:rPr>
            </w:pPr>
            <w:r w:rsidRPr="00A55182">
              <w:rPr>
                <w:b/>
                <w:noProof/>
                <w:sz w:val="18"/>
              </w:rPr>
              <w:t>Stavební práce zahrnovaly práce na budovách:</w:t>
            </w:r>
          </w:p>
        </w:tc>
        <w:tc>
          <w:tcPr>
            <w:tcW w:w="4264" w:type="dxa"/>
          </w:tcPr>
          <w:p w14:paraId="29DE3D1F" w14:textId="504CA270" w:rsidR="00921E6B" w:rsidRDefault="00FF2CF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, v případě železniční stanice počet výhybek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 a typ objektu - budova osobního nádraží, technologická budova, stavba s památkovou ochranou apod.]</w:t>
            </w:r>
            <w:r>
              <w:rPr>
                <w:noProof/>
              </w:rPr>
              <w:fldChar w:fldCharType="end"/>
            </w:r>
          </w:p>
        </w:tc>
      </w:tr>
      <w:tr w:rsidR="00FF2CFB" w:rsidRPr="00AC4146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4399BE0" w14:textId="23394E33" w:rsidR="00FF2CFB" w:rsidRPr="00A55182" w:rsidRDefault="00FF2CFB" w:rsidP="00FF2CFB">
            <w:pPr>
              <w:rPr>
                <w:b/>
                <w:noProof/>
                <w:sz w:val="18"/>
              </w:rPr>
            </w:pPr>
            <w:r w:rsidRPr="00A55182">
              <w:rPr>
                <w:b/>
                <w:noProof/>
                <w:sz w:val="18"/>
              </w:rPr>
              <w:t>Stavební práce zahrnovaly práce a údržbu na skalních masivech:</w:t>
            </w:r>
          </w:p>
        </w:tc>
        <w:tc>
          <w:tcPr>
            <w:tcW w:w="4264" w:type="dxa"/>
          </w:tcPr>
          <w:p w14:paraId="411DC54E" w14:textId="5FEE9A81" w:rsidR="00FF2CFB" w:rsidRDefault="00FF2CF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DPH]</w:t>
            </w:r>
            <w:r>
              <w:rPr>
                <w:noProof/>
              </w:rPr>
              <w:fldChar w:fldCharType="end"/>
            </w:r>
          </w:p>
        </w:tc>
      </w:tr>
    </w:tbl>
    <w:p w14:paraId="4A091CC7" w14:textId="47CCB4B9" w:rsidR="00AE7A9E" w:rsidRDefault="00AE7A9E" w:rsidP="007479E1">
      <w:pPr>
        <w:spacing w:after="0"/>
        <w:rPr>
          <w:noProof/>
        </w:rPr>
      </w:pPr>
      <w:r>
        <w:rPr>
          <w:noProof/>
        </w:rP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7D7EE3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7D7EE3" w:rsidRDefault="00AE7A9E" w:rsidP="00920440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lastRenderedPageBreak/>
              <w:t>SOD obsahovala vyhrazené plnění realizova</w:t>
            </w:r>
            <w:r>
              <w:rPr>
                <w:b/>
                <w:noProof/>
                <w:sz w:val="18"/>
              </w:rPr>
              <w:t>né vlastní kapacitou:</w:t>
            </w:r>
          </w:p>
        </w:tc>
        <w:tc>
          <w:tcPr>
            <w:tcW w:w="4264" w:type="dxa"/>
          </w:tcPr>
          <w:p w14:paraId="3286238C" w14:textId="77777777" w:rsidR="00AE7A9E" w:rsidRPr="007D7EE3" w:rsidRDefault="00AE7A9E" w:rsidP="0092044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níže uvedené podrobnosti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níže uvedené podrobnosti]</w:t>
            </w:r>
            <w:r>
              <w:rPr>
                <w:noProof/>
              </w:rPr>
              <w:fldChar w:fldCharType="end"/>
            </w:r>
          </w:p>
        </w:tc>
      </w:tr>
      <w:tr w:rsidR="00AE7A9E" w:rsidRPr="007D7EE3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7D7EE3" w:rsidRDefault="00AE7A9E" w:rsidP="00920440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P</w:t>
            </w:r>
            <w:r>
              <w:rPr>
                <w:b/>
                <w:noProof/>
                <w:sz w:val="18"/>
              </w:rPr>
              <w:t>opis vyhrazeného plnění dle SOD:</w:t>
            </w:r>
          </w:p>
        </w:tc>
        <w:tc>
          <w:tcPr>
            <w:tcW w:w="4264" w:type="dxa"/>
          </w:tcPr>
          <w:p w14:paraId="21F80778" w14:textId="77777777" w:rsidR="00AE7A9E" w:rsidRPr="007D7EE3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označení dle čísel a názvů jednotlivých PS a SO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[označení dle čísel a názvů jednotlivých PS a SO]</w:t>
            </w:r>
            <w:r>
              <w:rPr>
                <w:noProof/>
              </w:rPr>
              <w:fldChar w:fldCharType="end"/>
            </w:r>
          </w:p>
        </w:tc>
      </w:tr>
      <w:tr w:rsidR="00AE7A9E" w:rsidRPr="007D7EE3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7D7EE3" w:rsidRDefault="00AE7A9E" w:rsidP="00920440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7D7EE3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AE7A9E" w:rsidRPr="007D7EE3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7D7EE3" w:rsidRDefault="00AE7A9E" w:rsidP="00920440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7D7EE3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</w:tbl>
    <w:p w14:paraId="43143738" w14:textId="0AC96781" w:rsidR="00AE7A9E" w:rsidRDefault="00AE7A9E" w:rsidP="007479E1">
      <w:pPr>
        <w:spacing w:after="0"/>
        <w:rPr>
          <w:noProof/>
        </w:rPr>
      </w:pPr>
    </w:p>
    <w:p w14:paraId="6B947DE7" w14:textId="77777777" w:rsidR="00AE7A9E" w:rsidRDefault="00AE7A9E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14:paraId="1DCBF0E0" w14:textId="77777777" w:rsidTr="00A551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7D7EE3" w:rsidRDefault="00040DA0" w:rsidP="007479E1">
            <w:pPr>
              <w:rPr>
                <w:noProof/>
                <w:sz w:val="18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7D7EE3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7D7EE3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 xml:space="preserve">Hodnota prováděných prací v Kč </w:t>
            </w:r>
            <w:r w:rsidRPr="00835CCE">
              <w:rPr>
                <w:b/>
                <w:noProof/>
                <w:sz w:val="18"/>
              </w:rPr>
              <w:t>bez DPH</w:t>
            </w:r>
          </w:p>
        </w:tc>
      </w:tr>
      <w:tr w:rsidR="00040DA0" w14:paraId="3F620147" w14:textId="77777777" w:rsidTr="00A551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7D7EE3" w:rsidRDefault="00835CCE" w:rsidP="00835CCE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901" w:type="dxa"/>
          </w:tcPr>
          <w:p w14:paraId="2CBBE58C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14:paraId="20745811" w14:textId="77777777" w:rsidTr="00A551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7D7EE3" w:rsidRDefault="00835CCE" w:rsidP="00835CCE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901" w:type="dxa"/>
          </w:tcPr>
          <w:p w14:paraId="7B7DB421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14:paraId="0A516BEE" w14:textId="77777777" w:rsidTr="00A551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7D7EE3" w:rsidRDefault="00835CCE" w:rsidP="00835CCE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901" w:type="dxa"/>
          </w:tcPr>
          <w:p w14:paraId="04A007A1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14:paraId="470F81ED" w14:textId="77777777" w:rsidTr="00A551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7D7EE3" w:rsidRDefault="00835CCE" w:rsidP="00835CCE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901" w:type="dxa"/>
          </w:tcPr>
          <w:p w14:paraId="301C41A7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14:paraId="2044BB1B" w14:textId="77777777" w:rsidTr="00A551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7D7EE3" w:rsidRDefault="00040DA0" w:rsidP="007479E1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Celkem v</w:t>
            </w:r>
            <w:r w:rsidR="00AF02D9" w:rsidRPr="007D7EE3">
              <w:rPr>
                <w:b/>
                <w:noProof/>
                <w:sz w:val="18"/>
              </w:rPr>
              <w:t> </w:t>
            </w:r>
            <w:r w:rsidRPr="007D7EE3">
              <w:rPr>
                <w:b/>
                <w:noProof/>
                <w:sz w:val="18"/>
              </w:rPr>
              <w:t>Kč</w:t>
            </w:r>
            <w:r w:rsidR="00AF02D9" w:rsidRPr="007D7EE3">
              <w:rPr>
                <w:b/>
                <w:noProof/>
                <w:sz w:val="18"/>
              </w:rPr>
              <w:t xml:space="preserve"> bez DPH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7A440A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b/>
                <w:noProof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10" w:name="Text10"/>
            <w:r>
              <w:rPr>
                <w:b/>
                <w:noProof/>
                <w:sz w:val="18"/>
              </w:rPr>
              <w:instrText xml:space="preserve"> FORMTEXT </w:instrText>
            </w:r>
            <w:r>
              <w:rPr>
                <w:b/>
                <w:noProof/>
              </w:rPr>
            </w:r>
            <w:r>
              <w:rPr>
                <w:b/>
                <w:noProof/>
              </w:rPr>
              <w:fldChar w:fldCharType="separate"/>
            </w:r>
            <w:r>
              <w:rPr>
                <w:b/>
                <w:noProof/>
                <w:sz w:val="18"/>
              </w:rPr>
              <w:t>xxx</w:t>
            </w:r>
            <w:r>
              <w:rPr>
                <w:b/>
                <w:noProof/>
              </w:rPr>
              <w:fldChar w:fldCharType="end"/>
            </w:r>
            <w:bookmarkEnd w:id="10"/>
            <w:r>
              <w:rPr>
                <w:b/>
                <w:noProof/>
                <w:sz w:val="18"/>
              </w:rPr>
              <w:t xml:space="preserve"> </w:t>
            </w:r>
            <w:r w:rsidRPr="007A440A">
              <w:rPr>
                <w:noProof/>
                <w:vanish/>
                <w:sz w:val="18"/>
              </w:rPr>
              <w:t>(vyplnit pouze v případě, kdy se jedná o společnost)</w:t>
            </w:r>
          </w:p>
        </w:tc>
      </w:tr>
    </w:tbl>
    <w:p w14:paraId="07CAB69B" w14:textId="77777777" w:rsidR="00040DA0" w:rsidRDefault="00040DA0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AC4146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7D7EE3" w:rsidRDefault="00040DA0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7D7EE3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</w:rPr>
            </w:pPr>
            <w:r w:rsidRPr="007D7EE3">
              <w:rPr>
                <w:noProof/>
                <w:sz w:val="18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AC4146" w14:paraId="3225AE8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7D7EE3" w:rsidRDefault="00040DA0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Kontaktní osoba:</w:t>
            </w:r>
          </w:p>
        </w:tc>
        <w:tc>
          <w:tcPr>
            <w:tcW w:w="4264" w:type="dxa"/>
          </w:tcPr>
          <w:p w14:paraId="5E1C04E2" w14:textId="682D826A" w:rsidR="007479E1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[jméno, příjmení]"/>
                  </w:textInput>
                </w:ffData>
              </w:fldChar>
            </w:r>
            <w:bookmarkStart w:id="11" w:name="Text11"/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[jméno, příjmení]</w:t>
            </w:r>
            <w:r>
              <w:rPr>
                <w:noProof/>
              </w:rPr>
              <w:fldChar w:fldCharType="end"/>
            </w:r>
            <w:bookmarkEnd w:id="11"/>
          </w:p>
          <w:p w14:paraId="332BF6C8" w14:textId="7DC6A8A6" w:rsidR="0047754B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funkce, odborná správa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[funkce, odborná správa]</w:t>
            </w:r>
            <w:r>
              <w:rPr>
                <w:noProof/>
              </w:rPr>
              <w:fldChar w:fldCharType="end"/>
            </w:r>
          </w:p>
          <w:p w14:paraId="3306A4BC" w14:textId="7B2CF7FC" w:rsidR="0047754B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tel: </w:t>
            </w:r>
            <w:r>
              <w:rPr>
                <w:noProof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</w:rPr>
              <w:fldChar w:fldCharType="end"/>
            </w:r>
          </w:p>
          <w:p w14:paraId="4EF1ED33" w14:textId="0F4F32F5" w:rsidR="0047754B" w:rsidRPr="007D7EE3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e-mail: </w:t>
            </w:r>
            <w:r>
              <w:rPr>
                <w:noProof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</w:rPr>
              <w:fldChar w:fldCharType="end"/>
            </w:r>
          </w:p>
        </w:tc>
      </w:tr>
    </w:tbl>
    <w:p w14:paraId="6AA4FADB" w14:textId="77777777" w:rsidR="007479E1" w:rsidRDefault="007479E1" w:rsidP="00040DA0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AC4146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7D7EE3" w:rsidRDefault="00040DA0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Jméno a přijmení vystavitele</w:t>
            </w:r>
            <w:r w:rsidR="006A1B74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54C16F17" w14:textId="21FFC688" w:rsidR="00040DA0" w:rsidRPr="007D7EE3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:rsidRPr="00AC4146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7D7EE3" w:rsidRDefault="00040DA0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Funkce</w:t>
            </w:r>
            <w:r w:rsidR="006A1B74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385D2027" w14:textId="6C70178F" w:rsidR="00040DA0" w:rsidRPr="007D7EE3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:rsidRPr="00AC4146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7D7EE3" w:rsidRDefault="00040DA0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Podpis vystavitele</w:t>
            </w:r>
            <w:r w:rsidR="006A1B74">
              <w:rPr>
                <w:b/>
                <w:noProof/>
                <w:sz w:val="18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7D7EE3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</w:tbl>
    <w:p w14:paraId="055BF7F3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448F25" w14:textId="77777777" w:rsidR="004444B4" w:rsidRDefault="004444B4" w:rsidP="00962258">
      <w:pPr>
        <w:spacing w:after="0" w:line="240" w:lineRule="auto"/>
      </w:pPr>
      <w:r>
        <w:separator/>
      </w:r>
    </w:p>
  </w:endnote>
  <w:endnote w:type="continuationSeparator" w:id="0">
    <w:p w14:paraId="29231FBA" w14:textId="77777777" w:rsidR="004444B4" w:rsidRDefault="004444B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3E8C4D7D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0B2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0B2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4AEE1091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0B2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0B2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430696E0" w14:textId="77777777" w:rsidR="007F0B2B" w:rsidRDefault="007F0B2B" w:rsidP="007F0B2B">
          <w:pPr>
            <w:pStyle w:val="Zpat"/>
          </w:pPr>
          <w:r>
            <w:t xml:space="preserve">Oblastní ředitelství Praha </w:t>
          </w:r>
        </w:p>
        <w:p w14:paraId="6ED6EA30" w14:textId="77777777" w:rsidR="007F0B2B" w:rsidRDefault="007F0B2B" w:rsidP="007F0B2B">
          <w:pPr>
            <w:pStyle w:val="Zpat"/>
          </w:pPr>
          <w:r>
            <w:t>Partyzánská 24</w:t>
          </w:r>
        </w:p>
        <w:p w14:paraId="1FF837A9" w14:textId="45E312F9" w:rsidR="004C037A" w:rsidRDefault="007F0B2B" w:rsidP="007F0B2B">
          <w:pPr>
            <w:pStyle w:val="Zpat"/>
          </w:pPr>
          <w:r>
            <w:t>170 00 Praha 7</w:t>
          </w: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BB0F79" w14:textId="77777777" w:rsidR="004444B4" w:rsidRDefault="004444B4" w:rsidP="00962258">
      <w:pPr>
        <w:spacing w:after="0" w:line="240" w:lineRule="auto"/>
      </w:pPr>
      <w:r>
        <w:separator/>
      </w:r>
    </w:p>
  </w:footnote>
  <w:footnote w:type="continuationSeparator" w:id="0">
    <w:p w14:paraId="7126F13F" w14:textId="77777777" w:rsidR="004444B4" w:rsidRDefault="004444B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725B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A4073"/>
    <w:rsid w:val="002C31BF"/>
    <w:rsid w:val="002D0272"/>
    <w:rsid w:val="002D08B1"/>
    <w:rsid w:val="002E0CD7"/>
    <w:rsid w:val="002F5828"/>
    <w:rsid w:val="00341DCF"/>
    <w:rsid w:val="00357BC6"/>
    <w:rsid w:val="003956C6"/>
    <w:rsid w:val="00441430"/>
    <w:rsid w:val="004444B4"/>
    <w:rsid w:val="00450F07"/>
    <w:rsid w:val="00453CD3"/>
    <w:rsid w:val="00453F96"/>
    <w:rsid w:val="00460660"/>
    <w:rsid w:val="0047754B"/>
    <w:rsid w:val="00486107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0B2B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3DB5"/>
    <w:rsid w:val="008F18D6"/>
    <w:rsid w:val="00904780"/>
    <w:rsid w:val="00921E6B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43C7"/>
    <w:rsid w:val="00A55182"/>
    <w:rsid w:val="00A6177B"/>
    <w:rsid w:val="00A66136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75EE1"/>
    <w:rsid w:val="00B77481"/>
    <w:rsid w:val="00B81949"/>
    <w:rsid w:val="00B8518B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A347B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74915"/>
    <w:rsid w:val="00F86BA6"/>
    <w:rsid w:val="00FA1333"/>
    <w:rsid w:val="00FC6389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tlik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01C7937-9A18-4129-A538-229B0CDBD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3</Pages>
  <Words>706</Words>
  <Characters>4168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Danielková Barbora</cp:lastModifiedBy>
  <cp:revision>4</cp:revision>
  <cp:lastPrinted>2022-07-28T07:49:00Z</cp:lastPrinted>
  <dcterms:created xsi:type="dcterms:W3CDTF">2022-04-21T06:47:00Z</dcterms:created>
  <dcterms:modified xsi:type="dcterms:W3CDTF">2022-07-28T07:49:00Z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